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E90A" w14:textId="77777777" w:rsidR="00A9658C" w:rsidRDefault="0001031D">
      <w:pPr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附件3</w:t>
      </w:r>
    </w:p>
    <w:p w14:paraId="15A50512" w14:textId="77777777" w:rsidR="00A9658C" w:rsidRDefault="0001031D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职业学校学生岗位实习三方协议</w:t>
      </w:r>
    </w:p>
    <w:p w14:paraId="76C02E3F" w14:textId="77777777" w:rsidR="00A9658C" w:rsidRDefault="0001031D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签约委托书</w:t>
      </w:r>
    </w:p>
    <w:p w14:paraId="45BB1542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委托人：（具体名单详见附件）</w:t>
      </w:r>
    </w:p>
    <w:p w14:paraId="352B4DE2" w14:textId="77777777" w:rsidR="00A9658C" w:rsidRDefault="00A9658C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5957A6D3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受托人：</w:t>
      </w:r>
      <w:r>
        <w:rPr>
          <w:rFonts w:ascii="仿宋_GB2312" w:hAnsi="仿宋_GB2312" w:cs="仿宋_GB2312" w:hint="eastAsia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姓名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性别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身份证号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住址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 w:hint="eastAsia"/>
          <w:sz w:val="30"/>
          <w:szCs w:val="30"/>
        </w:rPr>
        <w:t>）</w:t>
      </w:r>
    </w:p>
    <w:p w14:paraId="12A7D0AF" w14:textId="77777777" w:rsidR="00A9658C" w:rsidRDefault="00A9658C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4AFD8FDB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为了便于《职业学校学生岗位实习三方协议》（以下简称《三方协议》）的顺利签订，协议丙方采取集体授权委托方式，由多名学生集体委托其中一人作为受托人，代为签订《三方协议》</w:t>
      </w:r>
      <w:r>
        <w:rPr>
          <w:rFonts w:ascii="仿宋_GB2312" w:hAnsi="仿宋_GB2312" w:cs="仿宋_GB2312" w:hint="eastAsia"/>
          <w:sz w:val="30"/>
          <w:szCs w:val="30"/>
        </w:rPr>
        <w:t>。委托人已充分知悉、理解并同意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中的各项权利和义务。</w:t>
      </w:r>
    </w:p>
    <w:p w14:paraId="7C84ACEE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授权事项：</w:t>
      </w:r>
    </w:p>
    <w:p w14:paraId="08EB27A4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 w:hint="eastAsia"/>
          <w:sz w:val="30"/>
          <w:szCs w:val="30"/>
        </w:rPr>
        <w:t>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；</w:t>
      </w:r>
    </w:p>
    <w:p w14:paraId="405C77C0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2.办理签约时的各项手续，收取、转交《三方协议》等各项文件；</w:t>
      </w:r>
    </w:p>
    <w:p w14:paraId="366ACAEE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ascii="仿宋_GB2312" w:hAnsi="仿宋_GB2312" w:cs="仿宋_GB2312" w:hint="eastAsia"/>
          <w:sz w:val="30"/>
          <w:szCs w:val="30"/>
        </w:rPr>
        <w:t>委托期限自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日；</w:t>
      </w:r>
    </w:p>
    <w:p w14:paraId="39F7DF8F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4.受托人无转委托权。</w:t>
      </w:r>
    </w:p>
    <w:p w14:paraId="75483548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委托人、受托人在授权范围内从事上述行为，委托人均予以承认，由此产生的法律后果由委托人承担。</w:t>
      </w:r>
    </w:p>
    <w:p w14:paraId="6E30FE2B" w14:textId="77777777" w:rsidR="00A9658C" w:rsidRDefault="00A9658C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6893B0EE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委托人：（附件签名）</w:t>
      </w:r>
    </w:p>
    <w:p w14:paraId="04F7774D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受托人：</w:t>
      </w:r>
    </w:p>
    <w:p w14:paraId="24A87A79" w14:textId="77777777" w:rsidR="00A9658C" w:rsidRDefault="0001031D"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年    月   日</w:t>
      </w:r>
    </w:p>
    <w:p w14:paraId="6E6F41F4" w14:textId="77777777" w:rsidR="00A9658C" w:rsidRDefault="00A9658C">
      <w:pPr>
        <w:spacing w:line="480" w:lineRule="exact"/>
        <w:rPr>
          <w:rFonts w:ascii="仿宋_GB2312" w:hAnsi="仿宋_GB2312" w:cs="仿宋_GB2312"/>
          <w:sz w:val="30"/>
          <w:szCs w:val="30"/>
        </w:rPr>
      </w:pPr>
    </w:p>
    <w:p w14:paraId="3D423137" w14:textId="77777777" w:rsidR="00A9658C" w:rsidRDefault="0001031D">
      <w:pPr>
        <w:spacing w:line="48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附件：</w:t>
      </w:r>
      <w:r>
        <w:rPr>
          <w:rFonts w:ascii="仿宋_GB2312" w:hAnsi="仿宋_GB2312" w:cs="仿宋_GB2312" w:hint="eastAsia"/>
          <w:sz w:val="30"/>
          <w:szCs w:val="30"/>
        </w:rPr>
        <w:t>1.</w:t>
      </w:r>
      <w:r>
        <w:rPr>
          <w:rFonts w:ascii="仿宋_GB2312" w:hAnsi="仿宋_GB2312" w:cs="仿宋_GB2312"/>
          <w:sz w:val="30"/>
          <w:szCs w:val="30"/>
        </w:rPr>
        <w:t>委托人名单、签名、身份证复印件</w:t>
      </w:r>
    </w:p>
    <w:p w14:paraId="2F66E352" w14:textId="77777777" w:rsidR="00A9658C" w:rsidRDefault="0001031D">
      <w:pPr>
        <w:spacing w:line="48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 w:val="30"/>
          <w:szCs w:val="30"/>
        </w:rPr>
        <w:t xml:space="preserve">     </w:t>
      </w:r>
      <w:r>
        <w:rPr>
          <w:rFonts w:ascii="仿宋_GB2312" w:hAnsi="仿宋_GB2312" w:cs="仿宋_GB2312" w:hint="eastAsia"/>
          <w:sz w:val="30"/>
          <w:szCs w:val="30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 xml:space="preserve"> </w:t>
      </w:r>
      <w:r>
        <w:rPr>
          <w:rFonts w:ascii="仿宋_GB2312" w:hAnsi="仿宋_GB2312" w:cs="仿宋_GB2312" w:hint="eastAsia"/>
          <w:sz w:val="30"/>
          <w:szCs w:val="30"/>
        </w:rPr>
        <w:t>2.</w:t>
      </w:r>
      <w:r>
        <w:rPr>
          <w:rFonts w:ascii="仿宋_GB2312" w:hAnsi="仿宋_GB2312" w:cs="仿宋_GB2312"/>
          <w:sz w:val="30"/>
          <w:szCs w:val="30"/>
        </w:rPr>
        <w:t>受托人身份证复印件</w:t>
      </w:r>
    </w:p>
    <w:sectPr w:rsidR="00A9658C"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720"/>
      <w:titlePg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3E68" w14:textId="77777777" w:rsidR="008C0C00" w:rsidRDefault="008C0C00">
      <w:r>
        <w:separator/>
      </w:r>
    </w:p>
  </w:endnote>
  <w:endnote w:type="continuationSeparator" w:id="0">
    <w:p w14:paraId="79BE812F" w14:textId="77777777" w:rsidR="008C0C00" w:rsidRDefault="008C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FD80" w14:textId="77777777" w:rsidR="00003637" w:rsidRDefault="00003637">
    <w:pPr>
      <w:pStyle w:val="a3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 w14:paraId="403FF84F" w14:textId="77777777" w:rsidR="00003637" w:rsidRDefault="0000363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BD03" w14:textId="40E1AAD9" w:rsidR="00003637" w:rsidRDefault="00003637" w:rsidP="00D74C3F">
    <w:pPr>
      <w:pStyle w:val="a3"/>
      <w:ind w:right="180"/>
      <w:jc w:val="right"/>
    </w:pPr>
  </w:p>
  <w:p w14:paraId="3D670D4F" w14:textId="77777777" w:rsidR="00003637" w:rsidRDefault="000036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338C0" w14:textId="77777777" w:rsidR="008C0C00" w:rsidRDefault="008C0C00">
      <w:r>
        <w:separator/>
      </w:r>
    </w:p>
  </w:footnote>
  <w:footnote w:type="continuationSeparator" w:id="0">
    <w:p w14:paraId="39AF14E3" w14:textId="77777777" w:rsidR="008C0C00" w:rsidRDefault="008C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CE2642"/>
    <w:multiLevelType w:val="singleLevel"/>
    <w:tmpl w:val="80CE2642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5C4B7C9D"/>
    <w:multiLevelType w:val="singleLevel"/>
    <w:tmpl w:val="5C4B7C9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05645945">
    <w:abstractNumId w:val="1"/>
  </w:num>
  <w:num w:numId="2" w16cid:durableId="830024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attachedTemplate r:id="rId1"/>
  <w:defaultTabStop w:val="420"/>
  <w:drawingGridHorizontalSpacing w:val="213"/>
  <w:drawingGridVerticalSpacing w:val="57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BD7954"/>
    <w:rsid w:val="00003637"/>
    <w:rsid w:val="0001031D"/>
    <w:rsid w:val="000200C5"/>
    <w:rsid w:val="00053E85"/>
    <w:rsid w:val="000D03BC"/>
    <w:rsid w:val="000D6583"/>
    <w:rsid w:val="001042BD"/>
    <w:rsid w:val="00122A47"/>
    <w:rsid w:val="001A501A"/>
    <w:rsid w:val="001B3E34"/>
    <w:rsid w:val="00253121"/>
    <w:rsid w:val="00255872"/>
    <w:rsid w:val="002629F4"/>
    <w:rsid w:val="002B4399"/>
    <w:rsid w:val="003D1E0D"/>
    <w:rsid w:val="003D1EA8"/>
    <w:rsid w:val="0041294B"/>
    <w:rsid w:val="00432C22"/>
    <w:rsid w:val="00434CA7"/>
    <w:rsid w:val="00435DE9"/>
    <w:rsid w:val="004C5172"/>
    <w:rsid w:val="004E1406"/>
    <w:rsid w:val="004E3405"/>
    <w:rsid w:val="004F410E"/>
    <w:rsid w:val="00513258"/>
    <w:rsid w:val="0052491F"/>
    <w:rsid w:val="00551533"/>
    <w:rsid w:val="00555653"/>
    <w:rsid w:val="005B72A2"/>
    <w:rsid w:val="005C60B4"/>
    <w:rsid w:val="005C7522"/>
    <w:rsid w:val="005D142A"/>
    <w:rsid w:val="005E5E2C"/>
    <w:rsid w:val="005F3523"/>
    <w:rsid w:val="00602863"/>
    <w:rsid w:val="00613456"/>
    <w:rsid w:val="00613A46"/>
    <w:rsid w:val="00682096"/>
    <w:rsid w:val="00686A99"/>
    <w:rsid w:val="006935A6"/>
    <w:rsid w:val="00724650"/>
    <w:rsid w:val="007263A2"/>
    <w:rsid w:val="007B1942"/>
    <w:rsid w:val="007C07F3"/>
    <w:rsid w:val="007C527E"/>
    <w:rsid w:val="008C0C00"/>
    <w:rsid w:val="008D4FED"/>
    <w:rsid w:val="008F055E"/>
    <w:rsid w:val="009429FD"/>
    <w:rsid w:val="009E7BCA"/>
    <w:rsid w:val="00A52E34"/>
    <w:rsid w:val="00A919E9"/>
    <w:rsid w:val="00A9658C"/>
    <w:rsid w:val="00A9690A"/>
    <w:rsid w:val="00AA672E"/>
    <w:rsid w:val="00B21C36"/>
    <w:rsid w:val="00B41BE4"/>
    <w:rsid w:val="00B66419"/>
    <w:rsid w:val="00B82F0F"/>
    <w:rsid w:val="00B861B6"/>
    <w:rsid w:val="00BA170B"/>
    <w:rsid w:val="00BA6C49"/>
    <w:rsid w:val="00BC6B6E"/>
    <w:rsid w:val="00C1215B"/>
    <w:rsid w:val="00C1471C"/>
    <w:rsid w:val="00C61B3E"/>
    <w:rsid w:val="00C6280C"/>
    <w:rsid w:val="00C85E9E"/>
    <w:rsid w:val="00D04BB6"/>
    <w:rsid w:val="00D74C3F"/>
    <w:rsid w:val="00E63192"/>
    <w:rsid w:val="00E6474B"/>
    <w:rsid w:val="00EB54B5"/>
    <w:rsid w:val="00F0079C"/>
    <w:rsid w:val="00F07539"/>
    <w:rsid w:val="00F31F4D"/>
    <w:rsid w:val="00F35FB6"/>
    <w:rsid w:val="00F54653"/>
    <w:rsid w:val="00F813F7"/>
    <w:rsid w:val="03EF11D6"/>
    <w:rsid w:val="04546C10"/>
    <w:rsid w:val="05620FA2"/>
    <w:rsid w:val="05DC0D64"/>
    <w:rsid w:val="06364822"/>
    <w:rsid w:val="06507078"/>
    <w:rsid w:val="065B6D2B"/>
    <w:rsid w:val="066E47AA"/>
    <w:rsid w:val="06D638BD"/>
    <w:rsid w:val="074C52BC"/>
    <w:rsid w:val="09A023C6"/>
    <w:rsid w:val="0A3D64C7"/>
    <w:rsid w:val="0A8106D1"/>
    <w:rsid w:val="0B9658A3"/>
    <w:rsid w:val="0C98501B"/>
    <w:rsid w:val="0CAF504B"/>
    <w:rsid w:val="0DB963B9"/>
    <w:rsid w:val="0DF6712F"/>
    <w:rsid w:val="0F0F78C8"/>
    <w:rsid w:val="1087339B"/>
    <w:rsid w:val="10FC6C96"/>
    <w:rsid w:val="112B26E3"/>
    <w:rsid w:val="112E108C"/>
    <w:rsid w:val="123622CB"/>
    <w:rsid w:val="12F37FA0"/>
    <w:rsid w:val="13072C95"/>
    <w:rsid w:val="13320E92"/>
    <w:rsid w:val="151B5E33"/>
    <w:rsid w:val="15375F17"/>
    <w:rsid w:val="15444D61"/>
    <w:rsid w:val="16EE3DE2"/>
    <w:rsid w:val="172739FF"/>
    <w:rsid w:val="17764DEC"/>
    <w:rsid w:val="18561735"/>
    <w:rsid w:val="19143360"/>
    <w:rsid w:val="1A1F3E1B"/>
    <w:rsid w:val="1BFB5FF1"/>
    <w:rsid w:val="1D2D16C3"/>
    <w:rsid w:val="1DA9401E"/>
    <w:rsid w:val="1E482B74"/>
    <w:rsid w:val="1FB62887"/>
    <w:rsid w:val="1FB65C51"/>
    <w:rsid w:val="1FD22790"/>
    <w:rsid w:val="20C8262F"/>
    <w:rsid w:val="22586330"/>
    <w:rsid w:val="23037122"/>
    <w:rsid w:val="231A1B04"/>
    <w:rsid w:val="232F2829"/>
    <w:rsid w:val="25626093"/>
    <w:rsid w:val="266B32F6"/>
    <w:rsid w:val="27C27DB3"/>
    <w:rsid w:val="27F711DD"/>
    <w:rsid w:val="280A68C6"/>
    <w:rsid w:val="286D0B45"/>
    <w:rsid w:val="2991120D"/>
    <w:rsid w:val="2AB00011"/>
    <w:rsid w:val="2ACF6E57"/>
    <w:rsid w:val="2AE97933"/>
    <w:rsid w:val="2B89779A"/>
    <w:rsid w:val="2B9D7BD5"/>
    <w:rsid w:val="2BE766D9"/>
    <w:rsid w:val="2C0544B7"/>
    <w:rsid w:val="2C33639E"/>
    <w:rsid w:val="2CF43027"/>
    <w:rsid w:val="2DBB557B"/>
    <w:rsid w:val="2E8B2F21"/>
    <w:rsid w:val="2EBF5F00"/>
    <w:rsid w:val="2F433ACB"/>
    <w:rsid w:val="2FB151B7"/>
    <w:rsid w:val="304F3CB0"/>
    <w:rsid w:val="30737B2E"/>
    <w:rsid w:val="30C20609"/>
    <w:rsid w:val="3250129D"/>
    <w:rsid w:val="33212260"/>
    <w:rsid w:val="339A615B"/>
    <w:rsid w:val="33AA1F7C"/>
    <w:rsid w:val="33FD12E4"/>
    <w:rsid w:val="3527137E"/>
    <w:rsid w:val="35D55287"/>
    <w:rsid w:val="369C18B2"/>
    <w:rsid w:val="369E2C45"/>
    <w:rsid w:val="36B9374B"/>
    <w:rsid w:val="36BD7954"/>
    <w:rsid w:val="3741150B"/>
    <w:rsid w:val="37492D13"/>
    <w:rsid w:val="37BC4A61"/>
    <w:rsid w:val="37FE4212"/>
    <w:rsid w:val="39B90C6E"/>
    <w:rsid w:val="3A80019D"/>
    <w:rsid w:val="3AA91EC7"/>
    <w:rsid w:val="3AAE5D77"/>
    <w:rsid w:val="3C535C1C"/>
    <w:rsid w:val="3D255B80"/>
    <w:rsid w:val="3DB65325"/>
    <w:rsid w:val="3DCB6A74"/>
    <w:rsid w:val="3DDB34A4"/>
    <w:rsid w:val="3E3A1942"/>
    <w:rsid w:val="3FD352C2"/>
    <w:rsid w:val="414B7E69"/>
    <w:rsid w:val="41E66F47"/>
    <w:rsid w:val="420565F2"/>
    <w:rsid w:val="420A35DB"/>
    <w:rsid w:val="43A15090"/>
    <w:rsid w:val="45792A2A"/>
    <w:rsid w:val="458E7D7D"/>
    <w:rsid w:val="46317DEE"/>
    <w:rsid w:val="468A4EFA"/>
    <w:rsid w:val="468B239E"/>
    <w:rsid w:val="47620F58"/>
    <w:rsid w:val="487B7508"/>
    <w:rsid w:val="498259DF"/>
    <w:rsid w:val="49A66CC1"/>
    <w:rsid w:val="49F90D32"/>
    <w:rsid w:val="4A481C66"/>
    <w:rsid w:val="4ABF0126"/>
    <w:rsid w:val="4B585644"/>
    <w:rsid w:val="4CC649B1"/>
    <w:rsid w:val="4D042104"/>
    <w:rsid w:val="4D1B7494"/>
    <w:rsid w:val="4D880299"/>
    <w:rsid w:val="4DD75A1B"/>
    <w:rsid w:val="4E0B0997"/>
    <w:rsid w:val="4E3951C1"/>
    <w:rsid w:val="4EE512AB"/>
    <w:rsid w:val="4FDB6B60"/>
    <w:rsid w:val="50047940"/>
    <w:rsid w:val="503756B9"/>
    <w:rsid w:val="51671B48"/>
    <w:rsid w:val="51EA3571"/>
    <w:rsid w:val="525B34F8"/>
    <w:rsid w:val="5464075B"/>
    <w:rsid w:val="55134699"/>
    <w:rsid w:val="552859A7"/>
    <w:rsid w:val="55940384"/>
    <w:rsid w:val="55EB0CB2"/>
    <w:rsid w:val="566F4ABB"/>
    <w:rsid w:val="57027000"/>
    <w:rsid w:val="579440D2"/>
    <w:rsid w:val="57B82F19"/>
    <w:rsid w:val="57C40558"/>
    <w:rsid w:val="57EF4E5F"/>
    <w:rsid w:val="58A27616"/>
    <w:rsid w:val="59923A73"/>
    <w:rsid w:val="59B843E7"/>
    <w:rsid w:val="59CD0BDD"/>
    <w:rsid w:val="59E70981"/>
    <w:rsid w:val="5B726DD4"/>
    <w:rsid w:val="5BC9495F"/>
    <w:rsid w:val="5D5C707A"/>
    <w:rsid w:val="5F9A62E0"/>
    <w:rsid w:val="61761B8A"/>
    <w:rsid w:val="618E1B4E"/>
    <w:rsid w:val="62D5632F"/>
    <w:rsid w:val="63E632A1"/>
    <w:rsid w:val="65000502"/>
    <w:rsid w:val="650B7ED3"/>
    <w:rsid w:val="65EC645B"/>
    <w:rsid w:val="675F5757"/>
    <w:rsid w:val="67E2437B"/>
    <w:rsid w:val="6954175E"/>
    <w:rsid w:val="696C6E3F"/>
    <w:rsid w:val="69CC4D48"/>
    <w:rsid w:val="6ACF2E50"/>
    <w:rsid w:val="6AE453AF"/>
    <w:rsid w:val="6B3A7ABE"/>
    <w:rsid w:val="6EDF01A3"/>
    <w:rsid w:val="6F1F49AC"/>
    <w:rsid w:val="709F569A"/>
    <w:rsid w:val="711E2197"/>
    <w:rsid w:val="71626847"/>
    <w:rsid w:val="719D74BE"/>
    <w:rsid w:val="73115794"/>
    <w:rsid w:val="732E3763"/>
    <w:rsid w:val="73732F0F"/>
    <w:rsid w:val="737D31D6"/>
    <w:rsid w:val="739F5E6A"/>
    <w:rsid w:val="73C252D7"/>
    <w:rsid w:val="741627F4"/>
    <w:rsid w:val="74452776"/>
    <w:rsid w:val="747B172C"/>
    <w:rsid w:val="7492642D"/>
    <w:rsid w:val="74CC04A1"/>
    <w:rsid w:val="74E51F0F"/>
    <w:rsid w:val="753A05F3"/>
    <w:rsid w:val="767103C8"/>
    <w:rsid w:val="7907418E"/>
    <w:rsid w:val="792E39B7"/>
    <w:rsid w:val="7A220165"/>
    <w:rsid w:val="7BD70DC4"/>
    <w:rsid w:val="7C4A7022"/>
    <w:rsid w:val="7CD039CD"/>
    <w:rsid w:val="7D896561"/>
    <w:rsid w:val="7E6D20BE"/>
    <w:rsid w:val="7F1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1C5321"/>
  <w15:docId w15:val="{804FEDB5-498B-4D40-ABC6-072635FE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character" w:styleId="a8">
    <w:name w:val="page number"/>
    <w:qFormat/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link w:val="a5"/>
    <w:uiPriority w:val="99"/>
    <w:qFormat/>
    <w:rPr>
      <w:rFonts w:eastAsia="仿宋_GB2312"/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eastAsia="仿宋_GB2312"/>
      <w:kern w:val="2"/>
      <w:sz w:val="18"/>
      <w:szCs w:val="18"/>
    </w:rPr>
  </w:style>
  <w:style w:type="paragraph" w:styleId="aa">
    <w:name w:val="Balloon Text"/>
    <w:basedOn w:val="a"/>
    <w:link w:val="ab"/>
    <w:rsid w:val="00435DE9"/>
    <w:rPr>
      <w:sz w:val="18"/>
      <w:szCs w:val="18"/>
    </w:rPr>
  </w:style>
  <w:style w:type="character" w:customStyle="1" w:styleId="ab">
    <w:name w:val="批注框文本 字符"/>
    <w:basedOn w:val="a0"/>
    <w:link w:val="aa"/>
    <w:rsid w:val="00435DE9"/>
    <w:rPr>
      <w:rFonts w:ascii="Times New Roman" w:eastAsia="仿宋_GB2312" w:hAnsi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3637"/>
    <w:rPr>
      <w:rFonts w:ascii="Times New Roman" w:eastAsia="仿宋_GB2312" w:hAnsi="Times New Roman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03;&#32946;&#22788;&#24037;&#20316;20200408&#36215;\&#26631;&#20934;&#20844;&#25991;&#26684;&#2433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LIUJUN</dc:creator>
  <cp:lastModifiedBy>TAO17</cp:lastModifiedBy>
  <cp:revision>5</cp:revision>
  <cp:lastPrinted>2022-01-17T00:38:00Z</cp:lastPrinted>
  <dcterms:created xsi:type="dcterms:W3CDTF">2022-01-21T01:13:00Z</dcterms:created>
  <dcterms:modified xsi:type="dcterms:W3CDTF">2022-10-22T05:51:00Z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468BD5343B29450FB153B8C7A5A3FF11</vt:lpwstr>
  </property>
</Properties>
</file>